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0A" w:rsidRDefault="0026170A" w:rsidP="00F12730">
      <w:r>
        <w:t xml:space="preserve"> Материалы у к урокам   18.05.2020-23.05.2020  Алимова Л.Н.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6"/>
        <w:gridCol w:w="1420"/>
        <w:gridCol w:w="1659"/>
        <w:gridCol w:w="1800"/>
        <w:gridCol w:w="2880"/>
        <w:gridCol w:w="3087"/>
        <w:gridCol w:w="3119"/>
      </w:tblGrid>
      <w:tr w:rsidR="0026170A" w:rsidRPr="006F4F08" w:rsidTr="00BD79A6">
        <w:trPr>
          <w:trHeight w:val="765"/>
        </w:trPr>
        <w:tc>
          <w:tcPr>
            <w:tcW w:w="1076" w:type="dxa"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noWrap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59" w:type="dxa"/>
            <w:noWrap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800" w:type="dxa"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880" w:type="dxa"/>
            <w:noWrap/>
            <w:vAlign w:val="bottom"/>
          </w:tcPr>
          <w:p w:rsidR="0026170A" w:rsidRPr="004578C9" w:rsidRDefault="0026170A" w:rsidP="00B00E5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087" w:type="dxa"/>
            <w:noWrap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vAlign w:val="bottom"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 w:val="restart"/>
            <w:noWrap/>
          </w:tcPr>
          <w:p w:rsidR="0026170A" w:rsidRPr="004578C9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Алимова Лилия Наилевна</w:t>
            </w: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19.05.2020</w:t>
            </w:r>
          </w:p>
        </w:tc>
        <w:tc>
          <w:tcPr>
            <w:tcW w:w="2880" w:type="dxa"/>
          </w:tcPr>
          <w:p w:rsidR="0026170A" w:rsidRPr="00537A84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37A84">
              <w:rPr>
                <w:rFonts w:ascii="Arial" w:hAnsi="Arial"/>
                <w:sz w:val="20"/>
                <w:szCs w:val="20"/>
              </w:rPr>
              <w:t>Пунктуация. Лексика и фразеология (повторение)</w:t>
            </w:r>
          </w:p>
        </w:tc>
        <w:tc>
          <w:tcPr>
            <w:tcW w:w="3087" w:type="dxa"/>
          </w:tcPr>
          <w:p w:rsidR="0026170A" w:rsidRPr="00537A84" w:rsidRDefault="0026170A" w:rsidP="00165F33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165F33">
              <w:rPr>
                <w:rFonts w:ascii="Arial" w:hAnsi="Arial"/>
                <w:color w:val="000000"/>
                <w:sz w:val="20"/>
                <w:szCs w:val="20"/>
              </w:rPr>
              <w:t xml:space="preserve"> выполнение упражнений</w:t>
            </w:r>
          </w:p>
        </w:tc>
        <w:tc>
          <w:tcPr>
            <w:tcW w:w="3119" w:type="dxa"/>
            <w:noWrap/>
          </w:tcPr>
          <w:p w:rsidR="0026170A" w:rsidRPr="00165F33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731">
              <w:rPr>
                <w:rFonts w:ascii="Arial" w:hAnsi="Arial"/>
                <w:color w:val="000000"/>
                <w:sz w:val="20"/>
                <w:szCs w:val="20"/>
              </w:rPr>
              <w:t xml:space="preserve">выполнение заданий в интерактивной тетради   </w:t>
            </w:r>
            <w:r w:rsidRPr="00BA4731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Skysmart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vMerge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19-20.05.2020,</w:t>
            </w:r>
          </w:p>
          <w:p w:rsidR="0026170A" w:rsidRPr="000F3CD1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20-21.05.2020</w:t>
            </w:r>
          </w:p>
        </w:tc>
        <w:tc>
          <w:tcPr>
            <w:tcW w:w="2880" w:type="dxa"/>
          </w:tcPr>
          <w:p w:rsidR="0026170A" w:rsidRPr="00996A2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6A2A">
              <w:rPr>
                <w:rFonts w:ascii="Arial" w:hAnsi="Arial" w:cs="Arial"/>
                <w:color w:val="000000"/>
                <w:sz w:val="20"/>
                <w:szCs w:val="20"/>
              </w:rPr>
              <w:t>Итоговая контрольная работа (сжатое изложение)</w:t>
            </w:r>
          </w:p>
        </w:tc>
        <w:tc>
          <w:tcPr>
            <w:tcW w:w="3087" w:type="dxa"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Чтение текста, приемы сжатия текста</w:t>
            </w:r>
          </w:p>
        </w:tc>
        <w:tc>
          <w:tcPr>
            <w:tcW w:w="3119" w:type="dxa"/>
            <w:noWrap/>
          </w:tcPr>
          <w:p w:rsidR="0026170A" w:rsidRPr="006F4F08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59" w:type="dxa"/>
            <w:vMerge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20.05.2020</w:t>
            </w:r>
          </w:p>
        </w:tc>
        <w:tc>
          <w:tcPr>
            <w:tcW w:w="2880" w:type="dxa"/>
          </w:tcPr>
          <w:p w:rsidR="0026170A" w:rsidRPr="001368A4" w:rsidRDefault="0026170A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8A4">
              <w:rPr>
                <w:rFonts w:ascii="Arial" w:hAnsi="Arial" w:cs="Arial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087" w:type="dxa"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развернутые ответы на вопросы</w:t>
            </w:r>
          </w:p>
        </w:tc>
        <w:tc>
          <w:tcPr>
            <w:tcW w:w="3119" w:type="dxa"/>
            <w:noWrap/>
          </w:tcPr>
          <w:p w:rsidR="0026170A" w:rsidRPr="006F4F08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Pr="004578C9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26170A" w:rsidRPr="004578C9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20-21.05.2020</w:t>
            </w:r>
          </w:p>
        </w:tc>
        <w:tc>
          <w:tcPr>
            <w:tcW w:w="2880" w:type="dxa"/>
          </w:tcPr>
          <w:p w:rsidR="0026170A" w:rsidRPr="00537A84" w:rsidRDefault="0026170A" w:rsidP="0071045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37A84">
              <w:rPr>
                <w:rFonts w:ascii="Arial" w:hAnsi="Arial"/>
                <w:color w:val="000000"/>
                <w:sz w:val="20"/>
                <w:szCs w:val="20"/>
              </w:rPr>
              <w:t>Итоговая контрольная работа (диктант с грамматическим заданием)</w:t>
            </w:r>
          </w:p>
        </w:tc>
        <w:tc>
          <w:tcPr>
            <w:tcW w:w="3087" w:type="dxa"/>
          </w:tcPr>
          <w:p w:rsidR="0026170A" w:rsidRPr="00BA4731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морфемного и морфологического разборов</w:t>
            </w:r>
          </w:p>
        </w:tc>
        <w:tc>
          <w:tcPr>
            <w:tcW w:w="3119" w:type="dxa"/>
            <w:noWrap/>
          </w:tcPr>
          <w:p w:rsidR="0026170A" w:rsidRPr="00537A84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BA4731">
              <w:rPr>
                <w:rFonts w:ascii="Arial" w:hAnsi="Arial"/>
                <w:color w:val="000000"/>
                <w:sz w:val="20"/>
                <w:szCs w:val="20"/>
              </w:rPr>
              <w:t xml:space="preserve">выполнение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заданий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21.05.2020</w:t>
            </w:r>
          </w:p>
        </w:tc>
        <w:tc>
          <w:tcPr>
            <w:tcW w:w="2880" w:type="dxa"/>
          </w:tcPr>
          <w:p w:rsidR="0026170A" w:rsidRPr="001368A4" w:rsidRDefault="0026170A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8A4">
              <w:rPr>
                <w:rFonts w:ascii="Arial" w:hAnsi="Arial" w:cs="Arial"/>
                <w:color w:val="000000"/>
                <w:sz w:val="20"/>
                <w:szCs w:val="20"/>
              </w:rPr>
              <w:t>Итоговая контрольная работа по литературе</w:t>
            </w:r>
          </w:p>
        </w:tc>
        <w:tc>
          <w:tcPr>
            <w:tcW w:w="3087" w:type="dxa"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ответы на вопросы</w:t>
            </w:r>
          </w:p>
        </w:tc>
        <w:tc>
          <w:tcPr>
            <w:tcW w:w="3119" w:type="dxa"/>
            <w:noWrap/>
          </w:tcPr>
          <w:p w:rsidR="0026170A" w:rsidRPr="00DF5240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26170A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21.05.2020</w:t>
            </w:r>
          </w:p>
        </w:tc>
        <w:tc>
          <w:tcPr>
            <w:tcW w:w="2880" w:type="dxa"/>
          </w:tcPr>
          <w:p w:rsidR="0026170A" w:rsidRPr="001368A4" w:rsidRDefault="0026170A" w:rsidP="00BA4731">
            <w:pPr>
              <w:rPr>
                <w:rFonts w:ascii="Arial" w:hAnsi="Arial"/>
                <w:sz w:val="20"/>
                <w:szCs w:val="20"/>
              </w:rPr>
            </w:pPr>
            <w:r w:rsidRPr="001368A4">
              <w:rPr>
                <w:rFonts w:ascii="Arial" w:hAnsi="Arial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087" w:type="dxa"/>
          </w:tcPr>
          <w:p w:rsidR="0026170A" w:rsidRPr="00BA4731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В</w:t>
            </w:r>
            <w:r w:rsidRPr="00BA4731">
              <w:rPr>
                <w:rFonts w:ascii="Arial" w:hAnsi="Arial"/>
                <w:color w:val="000000"/>
                <w:sz w:val="20"/>
                <w:szCs w:val="20"/>
              </w:rPr>
              <w:t>ыполнение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тестовых </w:t>
            </w:r>
            <w:r w:rsidRPr="00BA4731">
              <w:rPr>
                <w:rFonts w:ascii="Arial" w:hAnsi="Arial"/>
                <w:color w:val="000000"/>
                <w:sz w:val="20"/>
                <w:szCs w:val="20"/>
              </w:rPr>
              <w:t xml:space="preserve"> заданий в гугл-формах</w:t>
            </w:r>
          </w:p>
        </w:tc>
        <w:tc>
          <w:tcPr>
            <w:tcW w:w="3119" w:type="dxa"/>
            <w:noWrap/>
          </w:tcPr>
          <w:p w:rsidR="0026170A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  <w:p w:rsidR="0026170A" w:rsidRPr="006F4F08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6В</w:t>
            </w:r>
          </w:p>
        </w:tc>
        <w:tc>
          <w:tcPr>
            <w:tcW w:w="1420" w:type="dxa"/>
            <w:noWrap/>
          </w:tcPr>
          <w:p w:rsidR="0026170A" w:rsidRDefault="0026170A" w:rsidP="00F537E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22.05.2020</w:t>
            </w:r>
          </w:p>
        </w:tc>
        <w:tc>
          <w:tcPr>
            <w:tcW w:w="2880" w:type="dxa"/>
          </w:tcPr>
          <w:p w:rsidR="0026170A" w:rsidRPr="001368A4" w:rsidRDefault="0026170A" w:rsidP="00DF7AAC">
            <w:pPr>
              <w:rPr>
                <w:rFonts w:ascii="Arial" w:hAnsi="Arial"/>
                <w:sz w:val="20"/>
                <w:szCs w:val="20"/>
              </w:rPr>
            </w:pPr>
            <w:r w:rsidRPr="001368A4">
              <w:rPr>
                <w:rFonts w:ascii="Arial" w:hAnsi="Arial"/>
                <w:sz w:val="20"/>
                <w:szCs w:val="20"/>
              </w:rPr>
              <w:t>Анализ итоговой контрольной работы.  Работа над ошибками.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1368A4">
              <w:rPr>
                <w:rFonts w:ascii="Arial" w:hAnsi="Arial"/>
                <w:sz w:val="20"/>
                <w:szCs w:val="20"/>
              </w:rPr>
              <w:t>Обобщение по теме «Повторение изученного в 6 классе»</w:t>
            </w:r>
          </w:p>
        </w:tc>
        <w:tc>
          <w:tcPr>
            <w:tcW w:w="3087" w:type="dxa"/>
          </w:tcPr>
          <w:p w:rsidR="0026170A" w:rsidRPr="006E241B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заданий, работа с учебником</w:t>
            </w:r>
          </w:p>
        </w:tc>
        <w:tc>
          <w:tcPr>
            <w:tcW w:w="3119" w:type="dxa"/>
            <w:noWrap/>
          </w:tcPr>
          <w:p w:rsidR="0026170A" w:rsidRPr="001368A4" w:rsidRDefault="0026170A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8A4">
              <w:rPr>
                <w:rFonts w:ascii="Arial" w:hAnsi="Arial"/>
                <w:color w:val="000000"/>
                <w:sz w:val="20"/>
                <w:szCs w:val="20"/>
              </w:rPr>
              <w:t xml:space="preserve">работа в приложении </w:t>
            </w:r>
            <w:r w:rsidRPr="001368A4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26170A" w:rsidRPr="006F4F08" w:rsidTr="007628A7">
        <w:trPr>
          <w:trHeight w:val="530"/>
        </w:trPr>
        <w:tc>
          <w:tcPr>
            <w:tcW w:w="1076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8АБВ</w:t>
            </w:r>
          </w:p>
        </w:tc>
        <w:tc>
          <w:tcPr>
            <w:tcW w:w="1420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22.05.2020</w:t>
            </w:r>
          </w:p>
        </w:tc>
        <w:tc>
          <w:tcPr>
            <w:tcW w:w="2880" w:type="dxa"/>
          </w:tcPr>
          <w:p w:rsidR="0026170A" w:rsidRPr="001368A4" w:rsidRDefault="0026170A" w:rsidP="002F0B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8A4">
              <w:rPr>
                <w:rFonts w:ascii="Arial" w:hAnsi="Arial" w:cs="Arial"/>
                <w:color w:val="000000"/>
                <w:sz w:val="20"/>
                <w:szCs w:val="20"/>
              </w:rPr>
              <w:t>Итоговая контрольная  работа. Заключительный урок-обобщение.</w:t>
            </w:r>
          </w:p>
        </w:tc>
        <w:tc>
          <w:tcPr>
            <w:tcW w:w="3087" w:type="dxa"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тестовых заданий, развернутые ответы на вопросы</w:t>
            </w:r>
          </w:p>
        </w:tc>
        <w:tc>
          <w:tcPr>
            <w:tcW w:w="3119" w:type="dxa"/>
            <w:noWrap/>
          </w:tcPr>
          <w:p w:rsidR="0026170A" w:rsidRPr="006F4F08" w:rsidRDefault="0026170A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4F08"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</w:p>
        </w:tc>
      </w:tr>
      <w:tr w:rsidR="0026170A" w:rsidRPr="006F4F08" w:rsidTr="00BD79A6">
        <w:trPr>
          <w:trHeight w:val="660"/>
        </w:trPr>
        <w:tc>
          <w:tcPr>
            <w:tcW w:w="1076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8Б, Г</w:t>
            </w:r>
          </w:p>
        </w:tc>
        <w:tc>
          <w:tcPr>
            <w:tcW w:w="1420" w:type="dxa"/>
            <w:noWrap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59" w:type="dxa"/>
            <w:noWrap/>
          </w:tcPr>
          <w:p w:rsidR="0026170A" w:rsidRDefault="0026170A" w:rsidP="0090440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noWrap/>
          </w:tcPr>
          <w:p w:rsidR="0026170A" w:rsidRDefault="0026170A" w:rsidP="0090440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23.05.2020</w:t>
            </w:r>
          </w:p>
        </w:tc>
        <w:tc>
          <w:tcPr>
            <w:tcW w:w="2880" w:type="dxa"/>
          </w:tcPr>
          <w:p w:rsidR="0026170A" w:rsidRPr="00996A2A" w:rsidRDefault="0026170A" w:rsidP="002F0B1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96A2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Анализ контрольной работы. Обобщающий урок. Лингвистический анализ текста</w:t>
            </w:r>
          </w:p>
        </w:tc>
        <w:tc>
          <w:tcPr>
            <w:tcW w:w="3087" w:type="dxa"/>
          </w:tcPr>
          <w:p w:rsidR="0026170A" w:rsidRDefault="0026170A" w:rsidP="0090596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Разбор ошибок, допущенных в контрольной работе</w:t>
            </w:r>
          </w:p>
        </w:tc>
        <w:tc>
          <w:tcPr>
            <w:tcW w:w="3119" w:type="dxa"/>
            <w:noWrap/>
          </w:tcPr>
          <w:p w:rsidR="0026170A" w:rsidRPr="006F4F08" w:rsidRDefault="0026170A" w:rsidP="009059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8A4">
              <w:rPr>
                <w:rFonts w:ascii="Arial" w:hAnsi="Arial"/>
                <w:color w:val="000000"/>
                <w:sz w:val="20"/>
                <w:szCs w:val="20"/>
              </w:rPr>
              <w:t xml:space="preserve">работа в приложении </w:t>
            </w:r>
            <w:r w:rsidRPr="001368A4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26170A" w:rsidRDefault="0026170A" w:rsidP="005422D5"/>
    <w:sectPr w:rsidR="0026170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E63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928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1C3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1061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74FA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A8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C2EF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2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2EA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57C4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30"/>
    <w:rsid w:val="000E52AE"/>
    <w:rsid w:val="000F3CD1"/>
    <w:rsid w:val="00115B1B"/>
    <w:rsid w:val="00122858"/>
    <w:rsid w:val="00131E4B"/>
    <w:rsid w:val="001368A4"/>
    <w:rsid w:val="00165F33"/>
    <w:rsid w:val="001D4B7E"/>
    <w:rsid w:val="001F785D"/>
    <w:rsid w:val="00223D83"/>
    <w:rsid w:val="00227574"/>
    <w:rsid w:val="0026170A"/>
    <w:rsid w:val="002C3ACD"/>
    <w:rsid w:val="002F0B1A"/>
    <w:rsid w:val="00306F8D"/>
    <w:rsid w:val="0031517B"/>
    <w:rsid w:val="00355F94"/>
    <w:rsid w:val="003D1775"/>
    <w:rsid w:val="00426093"/>
    <w:rsid w:val="00454C36"/>
    <w:rsid w:val="004578C9"/>
    <w:rsid w:val="00537A84"/>
    <w:rsid w:val="005422D5"/>
    <w:rsid w:val="005E3E10"/>
    <w:rsid w:val="006351A6"/>
    <w:rsid w:val="006646D4"/>
    <w:rsid w:val="00671300"/>
    <w:rsid w:val="006732AF"/>
    <w:rsid w:val="006B206E"/>
    <w:rsid w:val="006E241B"/>
    <w:rsid w:val="006F4F08"/>
    <w:rsid w:val="00710454"/>
    <w:rsid w:val="007628A7"/>
    <w:rsid w:val="007B33C1"/>
    <w:rsid w:val="00805039"/>
    <w:rsid w:val="00836487"/>
    <w:rsid w:val="00860977"/>
    <w:rsid w:val="008769F3"/>
    <w:rsid w:val="008C409D"/>
    <w:rsid w:val="0090440F"/>
    <w:rsid w:val="0090596C"/>
    <w:rsid w:val="009333CF"/>
    <w:rsid w:val="00996A2A"/>
    <w:rsid w:val="009E14FD"/>
    <w:rsid w:val="00A0007B"/>
    <w:rsid w:val="00A2731A"/>
    <w:rsid w:val="00AE3A1B"/>
    <w:rsid w:val="00B00E55"/>
    <w:rsid w:val="00B17B20"/>
    <w:rsid w:val="00B60ED8"/>
    <w:rsid w:val="00B73126"/>
    <w:rsid w:val="00B95128"/>
    <w:rsid w:val="00BA3D32"/>
    <w:rsid w:val="00BA4731"/>
    <w:rsid w:val="00BD79A6"/>
    <w:rsid w:val="00C01480"/>
    <w:rsid w:val="00C04F53"/>
    <w:rsid w:val="00C10722"/>
    <w:rsid w:val="00C20716"/>
    <w:rsid w:val="00CB4EDD"/>
    <w:rsid w:val="00D424F6"/>
    <w:rsid w:val="00D76BFD"/>
    <w:rsid w:val="00DB5188"/>
    <w:rsid w:val="00DF5240"/>
    <w:rsid w:val="00DF7AAC"/>
    <w:rsid w:val="00E17929"/>
    <w:rsid w:val="00E24711"/>
    <w:rsid w:val="00E255DE"/>
    <w:rsid w:val="00E66FA2"/>
    <w:rsid w:val="00EC2323"/>
    <w:rsid w:val="00EC77BB"/>
    <w:rsid w:val="00F12730"/>
    <w:rsid w:val="00F5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2730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1273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288</TotalTime>
  <Pages>1</Pages>
  <Words>239</Words>
  <Characters>1368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15</cp:revision>
  <dcterms:created xsi:type="dcterms:W3CDTF">2020-04-06T11:11:00Z</dcterms:created>
  <dcterms:modified xsi:type="dcterms:W3CDTF">2020-05-20T12:52:00Z</dcterms:modified>
</cp:coreProperties>
</file>